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B9" w:rsidRPr="004F3A31" w:rsidRDefault="005471B9" w:rsidP="00EB53C2">
      <w:pPr>
        <w:spacing w:after="0"/>
        <w:jc w:val="center"/>
        <w:rPr>
          <w:rFonts w:ascii="Times New Roman" w:hAnsi="Times New Roman" w:cs="Times New Roman"/>
          <w:b/>
          <w:bCs/>
        </w:rPr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left:0;text-align:left;margin-left:441.05pt;margin-top:-47.95pt;width:79.8pt;height:24.6pt;z-index:251658240;visibility:visible">
            <v:textbox>
              <w:txbxContent>
                <w:p w:rsidR="005471B9" w:rsidRDefault="005471B9">
                  <w:r>
                    <w:t>Allegato 1</w:t>
                  </w:r>
                </w:p>
              </w:txbxContent>
            </v:textbox>
          </v:shape>
        </w:pict>
      </w:r>
      <w:r w:rsidRPr="004F3A31">
        <w:rPr>
          <w:rFonts w:ascii="Times New Roman" w:hAnsi="Times New Roman" w:cs="Times New Roman"/>
          <w:b/>
          <w:bCs/>
        </w:rPr>
        <w:t>Dichiarazione sostitutiva dell’atto di notorietà</w:t>
      </w:r>
    </w:p>
    <w:p w:rsidR="005471B9" w:rsidRPr="004F3A31" w:rsidRDefault="005471B9" w:rsidP="00EB53C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4F3A31">
        <w:rPr>
          <w:rFonts w:ascii="Times New Roman" w:hAnsi="Times New Roman" w:cs="Times New Roman"/>
          <w:b/>
          <w:bCs/>
        </w:rPr>
        <w:t>(art. 47, d.P.R. n. 445/2000)</w:t>
      </w:r>
    </w:p>
    <w:p w:rsidR="005471B9" w:rsidRPr="004F3A31" w:rsidRDefault="005471B9" w:rsidP="00EB53C2">
      <w:pPr>
        <w:spacing w:after="0"/>
        <w:jc w:val="both"/>
        <w:rPr>
          <w:rFonts w:ascii="Times New Roman" w:hAnsi="Times New Roman" w:cs="Times New Roman"/>
        </w:rPr>
      </w:pPr>
    </w:p>
    <w:p w:rsidR="005471B9" w:rsidRDefault="005471B9" w:rsidP="004F3A31">
      <w:pPr>
        <w:spacing w:after="0"/>
        <w:jc w:val="both"/>
        <w:rPr>
          <w:rFonts w:ascii="Times New Roman" w:hAnsi="Times New Roman" w:cs="Times New Roman"/>
        </w:rPr>
      </w:pPr>
    </w:p>
    <w:p w:rsidR="005471B9" w:rsidRPr="004F3A31" w:rsidRDefault="005471B9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5471B9" w:rsidRPr="004F3A31" w:rsidRDefault="005471B9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  <w:iCs/>
        </w:rPr>
        <w:t>(cognome) (nome)</w:t>
      </w:r>
    </w:p>
    <w:p w:rsidR="005471B9" w:rsidRPr="004F3A31" w:rsidRDefault="005471B9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5471B9" w:rsidRPr="004F3A31" w:rsidRDefault="005471B9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  <w:iCs/>
        </w:rPr>
        <w:t>(luogo)(prov.)</w:t>
      </w:r>
    </w:p>
    <w:p w:rsidR="005471B9" w:rsidRPr="004F3A31" w:rsidRDefault="005471B9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5471B9" w:rsidRPr="004F3A31" w:rsidRDefault="005471B9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  <w:iCs/>
        </w:rPr>
        <w:t>(luogo)(prov.)</w:t>
      </w:r>
    </w:p>
    <w:p w:rsidR="005471B9" w:rsidRPr="004F3A31" w:rsidRDefault="005471B9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5471B9" w:rsidRPr="004F3A31" w:rsidRDefault="005471B9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  <w:iCs/>
        </w:rPr>
        <w:t>(indirizzo)</w:t>
      </w:r>
    </w:p>
    <w:p w:rsidR="005471B9" w:rsidRDefault="005471B9" w:rsidP="004F3A31">
      <w:pPr>
        <w:spacing w:after="0"/>
        <w:jc w:val="both"/>
        <w:rPr>
          <w:rFonts w:ascii="Times New Roman" w:hAnsi="Times New Roman" w:cs="Times New Roman"/>
        </w:rPr>
      </w:pPr>
    </w:p>
    <w:p w:rsidR="005471B9" w:rsidRDefault="005471B9" w:rsidP="004F3A31">
      <w:pPr>
        <w:spacing w:after="0"/>
        <w:jc w:val="both"/>
        <w:rPr>
          <w:rFonts w:ascii="Times New Roman" w:hAnsi="Times New Roman" w:cs="Times New Roman"/>
        </w:rPr>
      </w:pPr>
    </w:p>
    <w:p w:rsidR="005471B9" w:rsidRDefault="005471B9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4F3A31">
        <w:rPr>
          <w:rFonts w:ascii="Times New Roman" w:hAnsi="Times New Roman" w:cs="Times New Roman"/>
        </w:rPr>
        <w:t>onsapevole delle sanzioni penali previste dall’art. 76 del d.P.R. 28 dicembre 2000, n. 445</w:t>
      </w:r>
      <w:r>
        <w:rPr>
          <w:rFonts w:ascii="Times New Roman" w:hAnsi="Times New Roman" w:cs="Times New Roman"/>
        </w:rPr>
        <w:t>, nel caso di dichiarazioni false e mendaci,</w:t>
      </w:r>
    </w:p>
    <w:p w:rsidR="005471B9" w:rsidRDefault="005471B9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genitore esercente la responsabilità genitoriale, di tutore ovvero di soggetto affidatario, ai sensi e per gli effetti del decreto-legge 7 giugno 2017, n. 73, convertito con modificazioni dalla legge n. ____ del __________, sotto la propria responsabilità,</w:t>
      </w:r>
    </w:p>
    <w:p w:rsidR="005471B9" w:rsidRDefault="005471B9" w:rsidP="004F3A31">
      <w:pPr>
        <w:spacing w:after="0"/>
        <w:jc w:val="both"/>
        <w:rPr>
          <w:rFonts w:ascii="Times New Roman" w:hAnsi="Times New Roman" w:cs="Times New Roman"/>
        </w:rPr>
      </w:pPr>
    </w:p>
    <w:p w:rsidR="005471B9" w:rsidRDefault="005471B9" w:rsidP="00EB53C2">
      <w:pPr>
        <w:spacing w:after="0"/>
        <w:jc w:val="center"/>
        <w:rPr>
          <w:rFonts w:ascii="Times New Roman" w:hAnsi="Times New Roman" w:cs="Times New Roman"/>
        </w:rPr>
      </w:pPr>
    </w:p>
    <w:p w:rsidR="005471B9" w:rsidRDefault="005471B9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5471B9" w:rsidRDefault="005471B9" w:rsidP="00EB53C2">
      <w:pPr>
        <w:spacing w:after="0"/>
        <w:jc w:val="center"/>
        <w:rPr>
          <w:rFonts w:ascii="Times New Roman" w:hAnsi="Times New Roman" w:cs="Times New Roman"/>
        </w:rPr>
      </w:pPr>
    </w:p>
    <w:p w:rsidR="005471B9" w:rsidRDefault="005471B9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che____________________________________________________________________________________</w:t>
      </w:r>
    </w:p>
    <w:p w:rsidR="005471B9" w:rsidRDefault="005471B9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(cognome e nome dell’alunno/a)</w:t>
      </w:r>
    </w:p>
    <w:p w:rsidR="005471B9" w:rsidRPr="004F3A31" w:rsidRDefault="005471B9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5471B9" w:rsidRDefault="005471B9" w:rsidP="00EB53C2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  <w:iCs/>
        </w:rPr>
        <w:t>(luogo)(prov.)</w:t>
      </w:r>
    </w:p>
    <w:p w:rsidR="005471B9" w:rsidRDefault="005471B9" w:rsidP="00EB53C2">
      <w:pPr>
        <w:spacing w:after="0"/>
        <w:jc w:val="both"/>
        <w:rPr>
          <w:rFonts w:ascii="Times New Roman" w:hAnsi="Times New Roman" w:cs="Times New Roman"/>
        </w:rPr>
      </w:pPr>
    </w:p>
    <w:p w:rsidR="005471B9" w:rsidRDefault="005471B9" w:rsidP="00EB53C2">
      <w:pPr>
        <w:spacing w:after="0"/>
        <w:jc w:val="both"/>
        <w:rPr>
          <w:rFonts w:ascii="Times New Roman" w:hAnsi="Times New Roman" w:cs="Times New Roman"/>
        </w:rPr>
      </w:pPr>
    </w:p>
    <w:p w:rsidR="005471B9" w:rsidRDefault="005471B9" w:rsidP="0030731C">
      <w:pPr>
        <w:spacing w:after="100"/>
        <w:ind w:left="708"/>
        <w:jc w:val="both"/>
        <w:rPr>
          <w:rFonts w:ascii="Times New Roman" w:hAnsi="Times New Roman" w:cs="Times New Roman"/>
        </w:rPr>
      </w:pPr>
      <w:r w:rsidRPr="00F42D72">
        <w:rPr>
          <w:rFonts w:ascii="Times New Roman" w:hAnsi="Times New Roman" w:cs="Times New Roman"/>
          <w:b/>
          <w:bCs/>
        </w:rPr>
        <w:t>□ ha effettuato le vaccinazioni obbligatorie indicate di seguito</w:t>
      </w:r>
      <w:r w:rsidRPr="00F42D72">
        <w:rPr>
          <w:rStyle w:val="FootnoteReference"/>
          <w:rFonts w:ascii="Times New Roman" w:hAnsi="Times New Roman" w:cs="Times New Roman"/>
          <w:b/>
          <w:bCs/>
        </w:rPr>
        <w:footnoteReference w:id="1"/>
      </w:r>
      <w:r>
        <w:rPr>
          <w:rFonts w:ascii="Times New Roman" w:hAnsi="Times New Roman" w:cs="Times New Roman"/>
          <w:b/>
          <w:bCs/>
        </w:rPr>
        <w:t>:</w:t>
      </w:r>
    </w:p>
    <w:p w:rsidR="005471B9" w:rsidRDefault="005471B9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anti-poliomelitica;</w:t>
      </w:r>
    </w:p>
    <w:p w:rsidR="005471B9" w:rsidRDefault="005471B9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anti-difterica;</w:t>
      </w:r>
    </w:p>
    <w:p w:rsidR="005471B9" w:rsidRDefault="005471B9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anti-tetanica;</w:t>
      </w:r>
    </w:p>
    <w:p w:rsidR="005471B9" w:rsidRDefault="005471B9" w:rsidP="00F42D72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anti-epatite B;</w:t>
      </w:r>
    </w:p>
    <w:p w:rsidR="005471B9" w:rsidRDefault="005471B9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anti-pertosse;</w:t>
      </w:r>
    </w:p>
    <w:p w:rsidR="005471B9" w:rsidRDefault="005471B9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</w:t>
      </w:r>
      <w:r w:rsidRPr="00A000CC">
        <w:rPr>
          <w:rFonts w:ascii="Times New Roman" w:hAnsi="Times New Roman" w:cs="Times New Roman"/>
          <w:i/>
          <w:iCs/>
        </w:rPr>
        <w:t>Haemophilus influenzae</w:t>
      </w:r>
      <w:r>
        <w:rPr>
          <w:rFonts w:ascii="Times New Roman" w:hAnsi="Times New Roman" w:cs="Times New Roman"/>
        </w:rPr>
        <w:t xml:space="preserve"> tipo b;</w:t>
      </w:r>
    </w:p>
    <w:p w:rsidR="005471B9" w:rsidRDefault="005471B9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anti-morbillo;</w:t>
      </w:r>
    </w:p>
    <w:p w:rsidR="005471B9" w:rsidRDefault="005471B9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anti-rosolia;</w:t>
      </w:r>
    </w:p>
    <w:p w:rsidR="005471B9" w:rsidRDefault="005471B9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anti-parotite;</w:t>
      </w:r>
    </w:p>
    <w:p w:rsidR="005471B9" w:rsidRDefault="005471B9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anti-varicella </w:t>
      </w:r>
      <w:r w:rsidRPr="0030731C">
        <w:rPr>
          <w:rFonts w:ascii="Times New Roman" w:hAnsi="Times New Roman" w:cs="Times New Roman"/>
        </w:rPr>
        <w:t>(solo per i nati a partire dal 2017)</w:t>
      </w:r>
      <w:r>
        <w:rPr>
          <w:rFonts w:ascii="Times New Roman" w:hAnsi="Times New Roman" w:cs="Times New Roman"/>
        </w:rPr>
        <w:t>.</w:t>
      </w:r>
    </w:p>
    <w:p w:rsidR="005471B9" w:rsidRDefault="005471B9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</w:p>
    <w:p w:rsidR="005471B9" w:rsidRPr="00F42D72" w:rsidRDefault="005471B9" w:rsidP="00F87929">
      <w:pPr>
        <w:spacing w:after="100"/>
        <w:ind w:firstLine="708"/>
        <w:jc w:val="both"/>
        <w:rPr>
          <w:rFonts w:ascii="Times New Roman" w:hAnsi="Times New Roman" w:cs="Times New Roman"/>
          <w:b/>
          <w:bCs/>
        </w:rPr>
      </w:pPr>
      <w:r w:rsidRPr="00F42D72">
        <w:rPr>
          <w:rFonts w:ascii="Times New Roman" w:hAnsi="Times New Roman" w:cs="Times New Roman"/>
          <w:b/>
          <w:bCs/>
        </w:rPr>
        <w:t>□ ha richiesto all’azienda sanitaria locale d</w:t>
      </w:r>
      <w:r>
        <w:rPr>
          <w:rFonts w:ascii="Times New Roman" w:hAnsi="Times New Roman" w:cs="Times New Roman"/>
          <w:b/>
          <w:bCs/>
        </w:rPr>
        <w:t>i</w:t>
      </w:r>
      <w:r w:rsidRPr="00F42D72">
        <w:rPr>
          <w:rFonts w:ascii="Times New Roman" w:hAnsi="Times New Roman" w:cs="Times New Roman"/>
          <w:b/>
          <w:bCs/>
        </w:rPr>
        <w:t xml:space="preserve"> effettuare le vaccinazioni obbligatorie non </w:t>
      </w:r>
      <w:r>
        <w:rPr>
          <w:rFonts w:ascii="Times New Roman" w:hAnsi="Times New Roman" w:cs="Times New Roman"/>
          <w:b/>
          <w:bCs/>
        </w:rPr>
        <w:t>attuate</w:t>
      </w:r>
      <w:r w:rsidRPr="00F42D72">
        <w:rPr>
          <w:rFonts w:ascii="Times New Roman" w:hAnsi="Times New Roman" w:cs="Times New Roman"/>
          <w:b/>
          <w:bCs/>
        </w:rPr>
        <w:t>.</w:t>
      </w:r>
    </w:p>
    <w:p w:rsidR="005471B9" w:rsidRDefault="005471B9" w:rsidP="00F87929">
      <w:pPr>
        <w:spacing w:after="100"/>
        <w:ind w:firstLine="708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(apporre una crocetta sulle caselle interessate)</w:t>
      </w:r>
    </w:p>
    <w:p w:rsidR="005471B9" w:rsidRDefault="005471B9" w:rsidP="00EB53C2">
      <w:pPr>
        <w:spacing w:after="0"/>
        <w:jc w:val="both"/>
        <w:rPr>
          <w:rFonts w:ascii="Times New Roman" w:hAnsi="Times New Roman" w:cs="Times New Roman"/>
        </w:rPr>
      </w:pPr>
    </w:p>
    <w:p w:rsidR="005471B9" w:rsidRDefault="005471B9" w:rsidP="0003710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– nel caso in cui non abbia già provveduto – si impegna a consegnare, </w:t>
      </w:r>
      <w:r w:rsidRPr="00F87929">
        <w:rPr>
          <w:rFonts w:ascii="Times New Roman" w:hAnsi="Times New Roman" w:cs="Times New Roman"/>
          <w:b/>
          <w:bCs/>
        </w:rPr>
        <w:t>entro il 10 marzo 2018</w:t>
      </w:r>
      <w:r>
        <w:rPr>
          <w:rFonts w:ascii="Times New Roman" w:hAnsi="Times New Roman" w:cs="Times New Roman"/>
        </w:rPr>
        <w:t>, la documentazione comprovante quanto dichiarato.</w:t>
      </w:r>
    </w:p>
    <w:p w:rsidR="005471B9" w:rsidRDefault="005471B9" w:rsidP="00EB53C2">
      <w:pPr>
        <w:spacing w:after="0"/>
        <w:jc w:val="both"/>
        <w:rPr>
          <w:rFonts w:ascii="Times New Roman" w:hAnsi="Times New Roman" w:cs="Times New Roman"/>
        </w:rPr>
      </w:pPr>
    </w:p>
    <w:p w:rsidR="005471B9" w:rsidRDefault="005471B9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5471B9" w:rsidRPr="00EB53C2" w:rsidRDefault="005471B9" w:rsidP="00EB53C2">
      <w:pPr>
        <w:spacing w:after="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(luogo, data)</w:t>
      </w:r>
    </w:p>
    <w:p w:rsidR="005471B9" w:rsidRDefault="005471B9" w:rsidP="004F3A31">
      <w:pPr>
        <w:spacing w:after="0"/>
        <w:jc w:val="both"/>
        <w:rPr>
          <w:rFonts w:ascii="Times New Roman" w:hAnsi="Times New Roman" w:cs="Times New Roman"/>
        </w:rPr>
      </w:pPr>
    </w:p>
    <w:p w:rsidR="005471B9" w:rsidRPr="00F87929" w:rsidRDefault="005471B9" w:rsidP="00F87929">
      <w:pPr>
        <w:ind w:right="707"/>
        <w:jc w:val="right"/>
        <w:rPr>
          <w:rFonts w:ascii="Times New Roman" w:hAnsi="Times New Roman" w:cs="Times New Roman"/>
          <w:b/>
          <w:bCs/>
        </w:rPr>
      </w:pPr>
      <w:r w:rsidRPr="00F87929">
        <w:rPr>
          <w:rFonts w:ascii="Times New Roman" w:hAnsi="Times New Roman" w:cs="Times New Roman"/>
          <w:b/>
          <w:bCs/>
        </w:rPr>
        <w:t>Il Dichiarante</w:t>
      </w:r>
    </w:p>
    <w:p w:rsidR="005471B9" w:rsidRDefault="005471B9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</w:p>
    <w:p w:rsidR="005471B9" w:rsidRDefault="005471B9" w:rsidP="00EB53C2">
      <w:pPr>
        <w:spacing w:after="0"/>
        <w:jc w:val="right"/>
        <w:rPr>
          <w:rFonts w:ascii="Times New Roman" w:hAnsi="Times New Roman" w:cs="Times New Roman"/>
        </w:rPr>
      </w:pPr>
    </w:p>
    <w:p w:rsidR="005471B9" w:rsidRDefault="005471B9" w:rsidP="0030731C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Ai sensi dell’articolo 38, d.P.R.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5471B9" w:rsidRPr="00F23655" w:rsidRDefault="005471B9" w:rsidP="0030731C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Ai sensi del decreto legislativo 30 giugno 2003, n. 196, recante “Codice in materia di protezione dei dati personali”, i dati sopra riportati sono prescritti dalle disposizioni vigenti e, secondo quanto previsto dall’articolo 48 del d.P.R. 28 dicembre 2000, n. 445, saranno utilizzati esclusivamente per gli adempimenti richiesti dal decreto-legge 7 giugno 2017, n. 73.</w:t>
      </w:r>
    </w:p>
    <w:p w:rsidR="005471B9" w:rsidRPr="004F3A31" w:rsidRDefault="005471B9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5471B9" w:rsidRPr="004F3A31" w:rsidSect="00D772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1B9" w:rsidRDefault="005471B9" w:rsidP="00EB53C2">
      <w:pPr>
        <w:spacing w:after="0" w:line="240" w:lineRule="auto"/>
      </w:pPr>
      <w:r>
        <w:separator/>
      </w:r>
    </w:p>
  </w:endnote>
  <w:endnote w:type="continuationSeparator" w:id="0">
    <w:p w:rsidR="005471B9" w:rsidRDefault="005471B9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1B9" w:rsidRDefault="005471B9" w:rsidP="00EB53C2">
      <w:pPr>
        <w:spacing w:after="0" w:line="240" w:lineRule="auto"/>
      </w:pPr>
      <w:r>
        <w:separator/>
      </w:r>
    </w:p>
  </w:footnote>
  <w:footnote w:type="continuationSeparator" w:id="0">
    <w:p w:rsidR="005471B9" w:rsidRDefault="005471B9" w:rsidP="00EB53C2">
      <w:pPr>
        <w:spacing w:after="0" w:line="240" w:lineRule="auto"/>
      </w:pPr>
      <w:r>
        <w:continuationSeparator/>
      </w:r>
    </w:p>
  </w:footnote>
  <w:footnote w:id="1">
    <w:p w:rsidR="005471B9" w:rsidRPr="00F87929" w:rsidRDefault="005471B9" w:rsidP="00F42D72">
      <w:pPr>
        <w:pStyle w:val="FootnoteText"/>
        <w:rPr>
          <w:rFonts w:ascii="Times New Roman" w:hAnsi="Times New Roman" w:cs="Times New Roman"/>
        </w:rPr>
      </w:pPr>
      <w:r>
        <w:rPr>
          <w:rStyle w:val="FootnoteReference"/>
        </w:rPr>
        <w:footnoteRef/>
      </w:r>
      <w:r>
        <w:t xml:space="preserve"> </w:t>
      </w:r>
      <w:r w:rsidRPr="00F87929">
        <w:rPr>
          <w:rFonts w:ascii="Times New Roman" w:hAnsi="Times New Roman" w:cs="Times New Roman"/>
        </w:rPr>
        <w:t>Da non compilare nel caso sia s</w:t>
      </w:r>
      <w:r>
        <w:rPr>
          <w:rFonts w:ascii="Times New Roman" w:hAnsi="Times New Roman" w:cs="Times New Roman"/>
        </w:rPr>
        <w:t>tata presentata copia del libretto di vaccinazioni vidimato dalla azienda sanitaria locale o il certificato vaccinale o un’attestazione delle vaccinazioni effettuate, rilasciati dall’azienda sanitaria locale.</w:t>
      </w:r>
    </w:p>
    <w:p w:rsidR="005471B9" w:rsidRDefault="005471B9" w:rsidP="00F42D72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A31"/>
    <w:rsid w:val="0003710D"/>
    <w:rsid w:val="000C1338"/>
    <w:rsid w:val="00156775"/>
    <w:rsid w:val="002C6E2C"/>
    <w:rsid w:val="0030731C"/>
    <w:rsid w:val="00352CFC"/>
    <w:rsid w:val="004628FE"/>
    <w:rsid w:val="00493AFC"/>
    <w:rsid w:val="004B733B"/>
    <w:rsid w:val="004F3A31"/>
    <w:rsid w:val="00504445"/>
    <w:rsid w:val="005471B9"/>
    <w:rsid w:val="005A470A"/>
    <w:rsid w:val="0077584E"/>
    <w:rsid w:val="007F1941"/>
    <w:rsid w:val="008D757E"/>
    <w:rsid w:val="00A000CC"/>
    <w:rsid w:val="00A22D4D"/>
    <w:rsid w:val="00BD6634"/>
    <w:rsid w:val="00C65CBB"/>
    <w:rsid w:val="00CD1F27"/>
    <w:rsid w:val="00D22557"/>
    <w:rsid w:val="00D500AF"/>
    <w:rsid w:val="00D772DD"/>
    <w:rsid w:val="00DA17F4"/>
    <w:rsid w:val="00DF7E15"/>
    <w:rsid w:val="00EB3C75"/>
    <w:rsid w:val="00EB53C2"/>
    <w:rsid w:val="00F205B1"/>
    <w:rsid w:val="00F23655"/>
    <w:rsid w:val="00F42D72"/>
    <w:rsid w:val="00F87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2D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F3A3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EB53C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B53C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B53C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792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F42D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42D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42D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42D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42D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377</Words>
  <Characters>2151</Characters>
  <Application>Microsoft Office Outlook</Application>
  <DocSecurity>0</DocSecurity>
  <Lines>0</Lines>
  <Paragraphs>0</Paragraphs>
  <ScaleCrop>false</ScaleCrop>
  <Company>M.I.U.R.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dell’atto di notorietà</dc:title>
  <dc:subject/>
  <dc:creator>Maria Patrizia Bettini</dc:creator>
  <cp:keywords/>
  <dc:description/>
  <cp:lastModifiedBy>Preferred Customer</cp:lastModifiedBy>
  <cp:revision>2</cp:revision>
  <cp:lastPrinted>2017-08-16T11:52:00Z</cp:lastPrinted>
  <dcterms:created xsi:type="dcterms:W3CDTF">2017-08-18T10:30:00Z</dcterms:created>
  <dcterms:modified xsi:type="dcterms:W3CDTF">2017-08-18T10:30:00Z</dcterms:modified>
</cp:coreProperties>
</file>